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临时救助</w:t>
      </w:r>
      <w:r>
        <w:rPr>
          <w:rFonts w:hint="eastAsia"/>
          <w:b/>
          <w:bCs/>
          <w:sz w:val="48"/>
          <w:szCs w:val="48"/>
          <w:lang w:val="en-US" w:eastAsia="zh-CN"/>
        </w:rPr>
        <w:t>对象认定</w:t>
      </w:r>
    </w:p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8"/>
          <w:szCs w:val="48"/>
          <w:lang w:eastAsia="zh-CN"/>
        </w:rPr>
        <w:t>流程图</w:t>
      </w:r>
    </w:p>
    <w:tbl>
      <w:tblPr>
        <w:tblStyle w:val="3"/>
        <w:tblpPr w:leftFromText="180" w:rightFromText="180" w:vertAnchor="text" w:horzAnchor="page" w:tblpX="4650" w:tblpY="579"/>
        <w:tblOverlap w:val="never"/>
        <w:tblW w:w="3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00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申请人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3175</wp:posOffset>
                      </wp:positionV>
                      <wp:extent cx="1314450" cy="14605"/>
                      <wp:effectExtent l="0" t="40640" r="0" b="5905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785360" y="1881505"/>
                                <a:ext cx="1314450" cy="1460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4.35pt;margin-top:0.25pt;height:1.15pt;width:103.5pt;z-index:251672576;mso-width-relative:page;mso-height-relative:page;" filled="f" stroked="t" coordsize="21600,21600" o:gfxdata="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nVao1QAAAAYBAAAP&#10;AAAAAAAAAAEAIAAAACIAAABkcnMvZG93bnJldi54bWxQSwECFAAUAAAACACHTuJAj8zMZxsCAAD7&#10;AwAADgAAAAAAAAABACAAAAAkAQAAZHJzL2Uyb0RvYy54bWxQSwUGAAAAAAYABgBZAQAAsQUAAAAA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提交书面申请和相关材料</w:t>
            </w:r>
          </w:p>
        </w:tc>
      </w:tr>
    </w:tbl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169545</wp:posOffset>
                </wp:positionV>
                <wp:extent cx="0" cy="709930"/>
                <wp:effectExtent l="9525" t="0" r="9525" b="139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080760" y="1986280"/>
                          <a:ext cx="0" cy="70993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0.3pt;margin-top:13.35pt;height:55.9pt;width:0pt;z-index:251671552;mso-width-relative:page;mso-height-relative:page;" filled="f" stroked="t" coordsize="21600,21600" o:gfxdata="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Ui2mbZAAAACgEAAA8AAAAAAAAAAQAgAAAAIgAAAGRycy9kb3ducmV2LnhtbFBL&#10;AQIUABQAAAAIAIdO4kDXfp4Q9QEAAMkDAAAOAAAAAAAAAAEAIAAAACgBAABkcnMvZTJvRG9jLnht&#10;bFBLBQYAAAAABgAGAFkBAACP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247015</wp:posOffset>
                </wp:positionV>
                <wp:extent cx="723900" cy="4445"/>
                <wp:effectExtent l="0" t="9525" r="0" b="146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71370" y="1915795"/>
                          <a:ext cx="7239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1pt;margin-top:19.45pt;height:0.35pt;width:57pt;z-index:251664384;mso-width-relative:page;mso-height-relative:page;" filled="f" stroked="t" coordsize="21600,21600" o:gfxdata="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iMhVdYAAAAJAQAADwAAAAAAAAABACAAAAAiAAAAZHJzL2Rvd25yZXYueG1s&#10;UEsBAhQAFAAAAAgAh07iQPcF3KD6AQAAzAMAAA4AAAAAAAAAAQAgAAAAJQEAAGRycy9lMm9Eb2Mu&#10;eG1sUEsFBgAAAAAGAAYAWQEAAJ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256540</wp:posOffset>
                </wp:positionV>
                <wp:extent cx="9525" cy="600075"/>
                <wp:effectExtent l="45720" t="0" r="5905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0895" y="1915795"/>
                          <a:ext cx="9525" cy="600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8pt;margin-top:20.2pt;height:47.25pt;width:0.75pt;z-index:251665408;mso-width-relative:page;mso-height-relative:page;" filled="f" stroked="t" coordsize="21600,21600" o:gfxdata="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Ve0uk1wAAAAoB&#10;AAAPAAAAAAAAAAEAIAAAACIAAABkcnMvZG93bnJldi54bWxQSwECFAAUAAAACACHTuJArnUwJxwC&#10;AAABBAAADgAAAAAAAAABACAAAAAm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127000</wp:posOffset>
                </wp:positionV>
                <wp:extent cx="28575" cy="2286000"/>
                <wp:effectExtent l="9525" t="0" r="1905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04595" y="1833880"/>
                          <a:ext cx="28575" cy="228600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.85pt;margin-top:10pt;height:180pt;width:2.25pt;z-index:251669504;mso-width-relative:page;mso-height-relative:page;" filled="f" stroked="t" coordsize="21600,21600" o:gfxdata="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60+MXWAAAABwEAAA8AAAAAAAAAAQAgAAAAIgAAAGRycy9kb3ducmV2&#10;LnhtbFBLAQIUABQAAAAIAIdO4kDMQYkF/gEAANADAAAOAAAAAAAAAAEAIAAAACUBAABkcnMvZTJv&#10;RG9jLnhtbFBLBQYAAAAABgAGAFkBAACV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127000</wp:posOffset>
                </wp:positionV>
                <wp:extent cx="1666875" cy="9525"/>
                <wp:effectExtent l="0" t="45085" r="9525" b="5969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3170" y="1833880"/>
                          <a:ext cx="1666875" cy="952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.1pt;margin-top:10pt;height:0.75pt;width:131.25pt;z-index:251668480;mso-width-relative:page;mso-height-relative:page;" filled="f" stroked="t" coordsize="21600,21600" o:gfxdata="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Mt6hzTAAAACAEAAA8AAAAAAAAA&#10;AQAgAAAAIgAAAGRycy9kb3ducmV2LnhtbFBLAQIUABQAAAAIAIdO4kDMBEOhFgIAAPIDAAAOAAAA&#10;AAAAAAEAIAAAACIBAABkcnMvZTJvRG9jLnhtbFBLBQYAAAAABgAGAFkBAACqBQAAAAA=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eastAsia="zh-CN"/>
        </w:rPr>
        <w:tab/>
      </w:r>
    </w:p>
    <w:p>
      <w:pPr>
        <w:tabs>
          <w:tab w:val="center" w:pos="4153"/>
        </w:tabs>
        <w:jc w:val="left"/>
        <w:rPr>
          <w:rFonts w:hint="eastAsia"/>
          <w:b/>
          <w:bCs/>
          <w:sz w:val="48"/>
          <w:szCs w:val="48"/>
          <w:lang w:val="en-US" w:eastAsia="zh-CN"/>
          <w14:textOutline w14:w="12700" w14:cmpd="sng">
            <w14:solidFill>
              <w14:schemeClr w14:val="tx1">
                <w14:alpha w14:val="0"/>
              </w14:schemeClr>
            </w14:solidFill>
            <w14:prstDash w14:val="sysDash"/>
            <w14:round/>
          </w14:textOutline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39370</wp:posOffset>
                </wp:positionV>
                <wp:extent cx="0" cy="485775"/>
                <wp:effectExtent l="53975" t="0" r="6032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47820" y="226822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5.8pt;margin-top:3.1pt;height:38.25pt;width:0pt;z-index:251661312;mso-width-relative:page;mso-height-relative:page;" filled="f" stroked="t" coordsize="21600,21600" o:gfxdata="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iBTPs1wAA&#10;AAgBAAAPAAAAAAAAAAEAIAAAACIAAABkcnMvZG93bnJldi54bWxQSwECFAAUAAAACACHTuJAG9UV&#10;8B8CAAAGBAAADgAAAAAAAAABACAAAAAm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41275</wp:posOffset>
                </wp:positionV>
                <wp:extent cx="0" cy="1550035"/>
                <wp:effectExtent l="53975" t="0" r="60325" b="120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0645" y="2334895"/>
                          <a:ext cx="0" cy="15500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2.05pt;margin-top:3.25pt;height:122.05pt;width:0pt;z-index:251660288;mso-width-relative:page;mso-height-relative:page;" filled="f" stroked="t" coordsize="21600,21600" o:gfxdata="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GU371gAAAAkB&#10;AAAPAAAAAAAAAAEAIAAAACIAAABkcnMvZG93bnJldi54bWxQSwECFAAUAAAACACHTuJAa6t6gR0C&#10;AAD9AwAADgAAAAAAAAABACAAAAAl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bCs/>
          <w:sz w:val="48"/>
          <w:szCs w:val="48"/>
          <w:lang w:val="en-US" w:eastAsia="zh-CN"/>
        </w:rPr>
        <w:tab/>
      </w:r>
      <w:r>
        <w:rPr>
          <w:rFonts w:hint="default" w:ascii="Arial" w:hAnsi="Arial" w:cs="Arial"/>
          <w:b/>
          <w:bCs/>
          <w:sz w:val="48"/>
          <w:szCs w:val="48"/>
          <w:lang w:val="en-US" w:eastAsia="zh-CN"/>
        </w:rPr>
        <w:t>↓</w:t>
      </w:r>
    </w:p>
    <w:tbl>
      <w:tblPr>
        <w:tblStyle w:val="3"/>
        <w:tblpPr w:leftFromText="180" w:rightFromText="180" w:vertAnchor="text" w:horzAnchor="page" w:tblpX="8611" w:tblpY="117"/>
        <w:tblOverlap w:val="never"/>
        <w:tblW w:w="2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180" w:type="dxa"/>
          </w:tcPr>
          <w:p>
            <w:pPr>
              <w:tabs>
                <w:tab w:val="left" w:pos="6426"/>
              </w:tabs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447675</wp:posOffset>
                      </wp:positionV>
                      <wp:extent cx="0" cy="858520"/>
                      <wp:effectExtent l="53975" t="0" r="60325" b="1778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6090285" y="3043555"/>
                                <a:ext cx="0" cy="858520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49.75pt;margin-top:35.25pt;height:67.6pt;width:0pt;z-index:251673600;mso-width-relative:page;mso-height-relative:page;" filled="f" stroked="t" coordsize="21600,21600" o:gfxdata="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k73yHYAAAACAEA&#10;AA8AAAAAAAAAAQAgAAAAIgAAAGRycy9kb3ducmV2LnhtbFBLAQIUABQAAAAIAIdO4kAG+mlrGgIA&#10;APgDAAAOAAAAAAAAAAEAIAAAACcBAABkcnMvZTJvRG9jLnhtbFBLBQYAAAAABgAGAFkBAACzBQAA&#10;AAA=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资料不全或不符合要求，一次性告知补齐</w:t>
            </w:r>
          </w:p>
        </w:tc>
      </w:tr>
    </w:tbl>
    <w:tbl>
      <w:tblPr>
        <w:tblStyle w:val="3"/>
        <w:tblpPr w:leftFromText="180" w:rightFromText="180" w:vertAnchor="text" w:horzAnchor="page" w:tblpX="6016" w:tblpY="153"/>
        <w:tblOverlap w:val="never"/>
        <w:tblW w:w="1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4" w:hRule="atLeast"/>
        </w:trPr>
        <w:tc>
          <w:tcPr>
            <w:tcW w:w="1689" w:type="dxa"/>
          </w:tcPr>
          <w:p>
            <w:pPr>
              <w:tabs>
                <w:tab w:val="left" w:pos="6426"/>
              </w:tabs>
              <w:jc w:val="center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425450</wp:posOffset>
                      </wp:positionV>
                      <wp:extent cx="2540" cy="656590"/>
                      <wp:effectExtent l="52070" t="0" r="59690" b="10160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119245" y="3125470"/>
                                <a:ext cx="2540" cy="6565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4.75pt;margin-top:33.5pt;height:51.7pt;width:0.2pt;z-index:251662336;mso-width-relative:page;mso-height-relative:page;" filled="f" stroked="t" coordsize="21600,21600" o:gfxdata="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0t2I2AAAAAgBAAAPAAAAAAAAAAEAIAAAACIAAABkcnMvZG93bnJldi54bWxQSwECFAAUAAAACACH&#10;TuJAicj6QiQCAAAJBAAADgAAAAAAAAABACAAAAAnAQAAZHJzL2Uyb0RvYy54bWxQSwUGAAAAAAYA&#10;BgBZAQAAvQUAAAAA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无法自主申请的主动帮助其申请</w:t>
            </w:r>
          </w:p>
        </w:tc>
      </w:tr>
    </w:tbl>
    <w:tbl>
      <w:tblPr>
        <w:tblStyle w:val="3"/>
        <w:tblpPr w:leftFromText="180" w:rightFromText="180" w:vertAnchor="text" w:horzAnchor="page" w:tblpX="2416" w:tblpY="79"/>
        <w:tblOverlap w:val="never"/>
        <w:tblW w:w="2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64" w:type="dxa"/>
          </w:tcPr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本人申请有困难的，</w:t>
            </w:r>
          </w:p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可以委托村（居）委</w:t>
            </w:r>
          </w:p>
          <w:p>
            <w:pPr>
              <w:tabs>
                <w:tab w:val="left" w:pos="6426"/>
              </w:tabs>
              <w:ind w:left="420" w:hanging="420" w:hangingChars="200"/>
              <w:jc w:val="left"/>
              <w:rPr>
                <w:rFonts w:hint="default"/>
                <w:b/>
                <w:bCs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199390</wp:posOffset>
                      </wp:positionV>
                      <wp:extent cx="635" cy="745490"/>
                      <wp:effectExtent l="9525" t="0" r="27940" b="1651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023745" y="2944495"/>
                                <a:ext cx="635" cy="7454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6.75pt;margin-top:15.7pt;height:58.7pt;width:0.05pt;z-index:251666432;mso-width-relative:page;mso-height-relative:page;" filled="f" stroked="t" coordsize="21600,21600" o:gfxdata="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fl7eNgAAAAIAQAADwAAAAAAAAABACAAAAAiAAAAZHJzL2Rvd25yZXYueG1sUEsBAhQA&#10;FAAAAAgAh07iQFgP06PyAQAAwQMAAA4AAAAAAAAAAQAgAAAAJwEAAGRycy9lMm9Eb2MueG1sUEsF&#10;BgAAAAAGAAYAWQEAAIsFAAAAAA=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会代为提出申请</w:t>
            </w:r>
          </w:p>
        </w:tc>
      </w:tr>
    </w:tbl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258445</wp:posOffset>
                </wp:positionV>
                <wp:extent cx="19050" cy="9525"/>
                <wp:effectExtent l="0" t="4445" r="0" b="508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70935" y="2586355"/>
                          <a:ext cx="19050" cy="9525"/>
                        </a:xfrm>
                        <a:prstGeom prst="bentConnector3">
                          <a:avLst>
                            <a:gd name="adj1" fmla="val 533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75.25pt;margin-top:20.35pt;height:0.75pt;width:1.5pt;z-index:251659264;mso-width-relative:page;mso-height-relative:page;" filled="f" stroked="t" coordsize="21600,21600" o:gfxdata="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1rKUl2AAA&#10;AAkBAAAPAAAAAAAAAAEAIAAAACIAAABkcnMvZG93bnJldi54bWxQSwECFAAUAAAACACHTuJAQajW&#10;oB4CAAD/AwAADgAAAAAAAAABACAAAAAnAQAAZHJzL2Uyb0RvYy54bWxQSwUGAAAAAAYABgBZAQAA&#10;twUAAAAA&#10;" adj="1152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/>
    <w:tbl>
      <w:tblPr>
        <w:tblStyle w:val="3"/>
        <w:tblpPr w:leftFromText="180" w:rightFromText="180" w:vertAnchor="text" w:horzAnchor="page" w:tblpX="4860" w:tblpY="308"/>
        <w:tblOverlap w:val="never"/>
        <w:tblW w:w="3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000" w:type="dxa"/>
          </w:tcPr>
          <w:p>
            <w:pPr>
              <w:spacing w:line="240" w:lineRule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210185</wp:posOffset>
                      </wp:positionV>
                      <wp:extent cx="1200785" cy="190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699635" y="3576955"/>
                                <a:ext cx="1200785" cy="1905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44.35pt;margin-top:16.55pt;height:0.15pt;width:94.55pt;z-index:251676672;mso-width-relative:page;mso-height-relative:page;" filled="f" stroked="t" coordsize="21600,21600" o:gfxdata="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ieVs92QAAAAkBAAAPAAAAAAAAAAEAIAAAACIAAABkcnMvZG93bnJl&#10;di54bWxQSwECFAAUAAAACACHTuJAXZ7wqfwBAADNAwAADgAAAAAAAAABACAAAAAoAQAAZHJzL2Uy&#10;b0RvYy54bWxQSwUGAAAAAAYABgBZAQAAlgUAAAAA&#10;">
                      <v:fill on="f" focussize="0,0"/>
                      <v:stroke weight="1.5pt" color="#000000 [3213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场（</w:t>
            </w:r>
            <w:r>
              <w:rPr>
                <w:rFonts w:hint="eastAsia"/>
                <w:vertAlign w:val="baseline"/>
                <w:lang w:val="en-US" w:eastAsia="zh-CN"/>
              </w:rPr>
              <w:t>镇）、街道办事处民政部门窗口受理</w:t>
            </w:r>
          </w:p>
        </w:tc>
      </w:tr>
    </w:tbl>
    <w:p/>
    <w:p>
      <w:pPr>
        <w:rPr>
          <w14:textOutline w14:w="12700">
            <w14:solidFill>
              <w14:schemeClr w14:val="tx1"/>
            </w14:solidFill>
            <w14:round/>
          </w14:textOutline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196850</wp:posOffset>
                </wp:positionV>
                <wp:extent cx="904875" cy="9525"/>
                <wp:effectExtent l="0" t="52705" r="9525" b="5207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42795" y="3544570"/>
                          <a:ext cx="904875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77.55pt;margin-top:15.5pt;height:0.75pt;width:71.25pt;z-index:251667456;mso-width-relative:page;mso-height-relative:page;" filled="f" stroked="t" coordsize="21600,21600" o:gfxdata="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8SmVNgAAAAJAQAADwAAAAAAAAABACAAAAAiAAAAZHJzL2Rvd25yZXYueG1sUEsBAhQAFAAAAAgA&#10;h07iQP7z5S4lAgAACwQAAA4AAAAAAAAAAQAgAAAAJw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872"/>
        </w:tabs>
        <w:rPr>
          <w:rFonts w:hint="eastAsia"/>
          <w:lang w:val="en-US" w:eastAsia="zh-CN"/>
          <w14:textOutline w14:w="12700" w14:cmpd="sng">
            <w14:solidFill>
              <w14:schemeClr w14:val="accent1">
                <w14:alpha w14:val="0"/>
              </w14:schemeClr>
            </w14:solidFill>
            <w14:prstDash w14:val="sysDash"/>
            <w14:round/>
          </w14:textOutline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1230" w:tblpY="29"/>
        <w:tblOverlap w:val="never"/>
        <w:tblW w:w="1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92" w:hRule="atLeast"/>
        </w:trPr>
        <w:tc>
          <w:tcPr>
            <w:tcW w:w="1510" w:type="dxa"/>
          </w:tcPr>
          <w:p>
            <w:pPr>
              <w:tabs>
                <w:tab w:val="left" w:pos="5872"/>
              </w:tabs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1015365</wp:posOffset>
                      </wp:positionV>
                      <wp:extent cx="1905" cy="892810"/>
                      <wp:effectExtent l="52070" t="0" r="60325" b="254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233170" y="4784725"/>
                                <a:ext cx="1905" cy="892810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1.85pt;margin-top:79.95pt;height:70.3pt;width:0.15pt;z-index:251681792;mso-width-relative:page;mso-height-relative:page;" filled="f" stroked="t" coordsize="21600,21600" o:gfxdata="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edRNtoAAAAJAQAADwAAAAAAAAABACAAAAAiAAAAZHJzL2Rvd25y&#10;ZXYueG1sUEsBAhQAFAAAAAgAh07iQEL2tpA1AgAAMwQAAA4AAAAAAAAAAQAgAAAAKQEAAGRycy9l&#10;Mm9Eb2MueG1sUEsFBgAAAAAGAAYAWQEAANAFAAAAAA==&#10;">
                      <v:fill on="f" focussize="0,0"/>
                      <v:stroke weight="1.5pt" color="#0D0D0D [3069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不符合条件的临时救助申请，场（镇）、街道办事处及时告知申请人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36830</wp:posOffset>
                </wp:positionV>
                <wp:extent cx="0" cy="316230"/>
                <wp:effectExtent l="53975" t="0" r="60325" b="762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9695" y="3919855"/>
                          <a:ext cx="0" cy="316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7.25pt;margin-top:2.9pt;height:24.9pt;width:0pt;z-index:251663360;mso-width-relative:page;mso-height-relative:page;" filled="f" stroked="t" coordsize="21600,21600" o:gfxdata="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k3X4TTAAAACAEAAA8AAAAA&#10;AAAAAQAgAAAAIgAAAGRycy9kb3ducmV2LnhtbFBLAQIUABQAAAAIAIdO4kBC/YZnGQIAAPwDAAAO&#10;AAAAAAAAAAEAIAAAACI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590" w:tblpY="212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3480" w:type="dxa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857885</wp:posOffset>
                      </wp:positionV>
                      <wp:extent cx="5715" cy="382270"/>
                      <wp:effectExtent l="49530" t="0" r="59055" b="1778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" cy="3822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9.85pt;margin-top:67.55pt;height:30.1pt;width:0.45pt;z-index:251678720;mso-width-relative:page;mso-height-relative:page;" filled="f" stroked="t" coordsize="21600,21600" o:gfxdata="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uhlk2AAAAAsBAAAPAAAAAAAA&#10;AAEAIAAAACIAAABkcnMvZG93bnJldi54bWxQSwECFAAUAAAACACHTuJAnlnN1hICAAD1AwAADgAA&#10;AAAAAAABACAAAAAnAQAAZHJzL2Uyb0RvYy54bWxQSwUGAAAAAAYABgBZAQAAqwUAAAAA&#10;">
                      <v:fill on="f" focussize="0,0"/>
                      <v:stroke weight="1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288925</wp:posOffset>
                      </wp:positionV>
                      <wp:extent cx="996950" cy="10795"/>
                      <wp:effectExtent l="0" t="44450" r="12700" b="59055"/>
                      <wp:wrapNone/>
                      <wp:docPr id="21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061585" y="4327525"/>
                                <a:ext cx="996950" cy="10795"/>
                              </a:xfrm>
                              <a:prstGeom prst="straightConnector1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70.1pt;margin-top:22.75pt;height:0.85pt;width:78.5pt;z-index:251679744;mso-width-relative:page;mso-height-relative:page;" filled="f" stroked="t" coordsize="21600,21600" o:gfxdata="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tKx0nZ&#10;AAAACQEAAA8AAAAAAAAAAQAgAAAAIgAAAGRycy9kb3ducmV2LnhtbFBLAQIUABQAAAAIAIdO4kD1&#10;rybIHwIAAPwDAAAOAAAAAAAAAAEAIAAAACgBAABkcnMvZTJvRG9jLnhtbFBLBQYAAAAABgAGAFkB&#10;AAC5BQAAAAA=&#10;">
                      <v:fill on="f" focussize="0,0"/>
                      <v:stroke weight="1.5pt" color="#000000 [3213]" miterlimit="8" joinstyle="miter" dashstyle="3 1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  <w:lang w:eastAsia="zh-CN"/>
              </w:rPr>
              <w:t>场（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镇）、街道办事处受理临时救助申请后，启动家庭经济状况调查工作，并向区民政局申请家庭经济状况核对系统核查。</w:t>
            </w:r>
          </w:p>
        </w:tc>
      </w:tr>
    </w:tbl>
    <w:p/>
    <w:p>
      <w:pPr>
        <w:tabs>
          <w:tab w:val="left" w:pos="5872"/>
        </w:tabs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24130</wp:posOffset>
                </wp:positionV>
                <wp:extent cx="0" cy="704215"/>
                <wp:effectExtent l="9525" t="0" r="9525" b="63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147435" y="4318000"/>
                          <a:ext cx="0" cy="704215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7.5pt;margin-top:1.9pt;height:55.45pt;width:0pt;z-index:251674624;mso-width-relative:page;mso-height-relative:page;" filled="f" stroked="t" coordsize="21600,21600" o:gfxdata="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tmUE02AAAAAkBAAAPAAAAAAAAAAEAIAAAACIAAABkcnMvZG93bnJl&#10;di54bWxQSwECFAAUAAAACACHTuJAZ9E1ZP0BAADLAwAADgAAAAAAAAABACAAAAAnAQAAZHJzL2Uy&#10;b0RvYy54bWxQSwUGAAAAAAYABgBZAQAAlgUAAAAA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/>
    <w:tbl>
      <w:tblPr>
        <w:tblStyle w:val="3"/>
        <w:tblpPr w:leftFromText="180" w:rightFromText="180" w:vertAnchor="text" w:horzAnchor="page" w:tblpX="8865" w:tblpY="511"/>
        <w:tblOverlap w:val="never"/>
        <w:tblW w:w="1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90" w:type="dxa"/>
          </w:tcPr>
          <w:p>
            <w:pPr>
              <w:tabs>
                <w:tab w:val="left" w:pos="6426"/>
              </w:tabs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有异议的重新调查核实并进行民主评议</w:t>
            </w:r>
          </w:p>
        </w:tc>
      </w:tr>
    </w:tbl>
    <w:tbl>
      <w:tblPr>
        <w:tblStyle w:val="3"/>
        <w:tblpPr w:leftFromText="180" w:rightFromText="180" w:vertAnchor="text" w:horzAnchor="page" w:tblpX="4470" w:tblpY="899"/>
        <w:tblOverlap w:val="never"/>
        <w:tblW w:w="3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3720" w:type="dxa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 w:eastAsiaTheme="minor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eastAsia="zh-CN"/>
              </w:rPr>
              <w:t>区民政局在收到场（镇）、街道办事处对家庭经济状况核对申请后</w:t>
            </w:r>
            <w:r>
              <w:rPr>
                <w:rFonts w:hint="eastAsia"/>
                <w:sz w:val="21"/>
                <w:lang w:val="en-US" w:eastAsia="zh-CN"/>
              </w:rPr>
              <w:t>3个工作日内，启动信息核对程序。</w:t>
            </w:r>
          </w:p>
        </w:tc>
      </w:tr>
    </w:tbl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vertAlign w:val="baseline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 xml:space="preserve">                           </w:t>
      </w:r>
    </w:p>
    <w:p>
      <w:pPr>
        <w:tabs>
          <w:tab w:val="left" w:pos="6426"/>
        </w:tabs>
        <w:jc w:val="left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4947285</wp:posOffset>
                </wp:positionH>
                <wp:positionV relativeFrom="paragraph">
                  <wp:posOffset>149225</wp:posOffset>
                </wp:positionV>
                <wp:extent cx="9525" cy="1162685"/>
                <wp:effectExtent l="45085" t="0" r="59690" b="184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128385" y="5363845"/>
                          <a:ext cx="9525" cy="1162685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89.55pt;margin-top:11.75pt;height:91.55pt;width:0.75pt;z-index:251675648;mso-width-relative:page;mso-height-relative:page;" filled="f" stroked="t" coordsize="21600,21600" o:gfxdata="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4CBlXa&#10;AAAACgEAAA8AAAAAAAAAAQAgAAAAIgAAAGRycy9kb3ducmV2LnhtbFBLAQIUABQAAAAIAIdO4kAn&#10;TZfoHgIAAPwDAAAOAAAAAAAAAAEAIAAAACkBAABkcnMvZTJvRG9jLnhtbFBLBQYAAAAABgAGAFkB&#10;AAC5BQAAAAA=&#10;">
                <v:fill on="f" focussize="0,0"/>
                <v:stroke weight="1.5pt" color="#000000 [3213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139700</wp:posOffset>
                </wp:positionV>
                <wp:extent cx="1581150" cy="0"/>
                <wp:effectExtent l="0" t="9525" r="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80795" y="7594600"/>
                          <a:ext cx="158115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.05pt;margin-top:11pt;height:0pt;width:124.5pt;z-index:251670528;mso-width-relative:page;mso-height-relative:page;" filled="f" stroked="t" coordsize="21600,21600" o:gfxdata="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oj3cvXAAAABwEAAA8AAAAAAAAAAQAgAAAAIgAAAGRycy9kb3ducmV2Lnht&#10;bFBLAQIUABQAAAAIAIdO4kCO9IPH+gEAAMwDAAAOAAAAAAAAAAEAIAAAACYBAABkcnMvZTJvRG9j&#10;LnhtbFBLBQYAAAAABgAGAFkBAACS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63500</wp:posOffset>
                </wp:positionV>
                <wp:extent cx="8255" cy="354965"/>
                <wp:effectExtent l="51435" t="0" r="54610" b="698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3549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8pt;margin-top:5pt;height:27.95pt;width:0.65pt;z-index:251677696;mso-width-relative:page;mso-height-relative:page;" filled="f" stroked="t" coordsize="21600,21600" o:gfxdata="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9pkbctkAAAAJAQAA&#10;DwAAAAAAAAABACAAAAAiAAAAZHJzL2Rvd25yZXYueG1sUEsBAhQAFAAAAAgAh07iQOJn0lIYAgAA&#10;/Q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3986" w:tblpY="24"/>
        <w:tblOverlap w:val="never"/>
        <w:tblW w:w="4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4435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2708910</wp:posOffset>
                      </wp:positionH>
                      <wp:positionV relativeFrom="paragraph">
                        <wp:posOffset>448310</wp:posOffset>
                      </wp:positionV>
                      <wp:extent cx="905510" cy="3810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381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3.3pt;margin-top:35.3pt;height:0.3pt;width:71.3pt;z-index:251682816;mso-width-relative:page;mso-height-relative:page;" filled="f" stroked="t" coordsize="21600,21600" o:gfxdata="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b0z8dgA&#10;AAAJAQAADwAAAAAAAAABACAAAAAiAAAAZHJzL2Rvd25yZXYueG1sUEsBAhQAFAAAAAgAh07iQB4N&#10;pEnmAQAAuAMAAA4AAAAAAAAAAQAgAAAAJwEAAGRycy9lMm9Eb2MueG1sUEsFBgAAAAAGAAYAWQEA&#10;AH8FAAAAAA==&#10;">
                      <v:fill on="f" focussize="0,0"/>
                      <v:stroke weight="1.5pt" color="#000000 [3213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场（镇）、街道办事处根据申请人经济状况调查情况，自受理申请之日起20个工作日内，提出初审意见。并将初审意见在申请人所在村（居）委会公示2天。</w:t>
            </w:r>
          </w:p>
        </w:tc>
      </w:tr>
    </w:tbl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59690</wp:posOffset>
                </wp:positionV>
                <wp:extent cx="0" cy="381000"/>
                <wp:effectExtent l="53975" t="0" r="60325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4.7pt;height:30pt;width:0pt;z-index:251680768;mso-width-relative:page;mso-height-relative:page;" filled="f" stroked="t" coordsize="21600,21600" o:gfxdata="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QgwadQAAAAIAQAADwAAAAAAAAABACAAAAAiAAAA&#10;ZHJzL2Rvd25yZXYueG1sUEsBAhQAFAAAAAgAh07iQDbCLgYLAgAA8gMAAA4AAAAAAAAAAQAgAAAA&#10;IwEAAGRycy9lMm9Eb2MueG1sUEsFBgAAAAAGAAYAWQEAAKA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036" w:tblpY="27"/>
        <w:tblOverlap w:val="never"/>
        <w:tblW w:w="4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4680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jc w:val="both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符合救助条件的，1000（含）元以下，由场（镇）、街道办事处直接审批发放，1000元以上的，上报区民政局审批。</w:t>
            </w:r>
          </w:p>
        </w:tc>
      </w:tr>
    </w:tbl>
    <w:p>
      <w:pPr>
        <w:tabs>
          <w:tab w:val="left" w:pos="7687"/>
        </w:tabs>
        <w:jc w:val="both"/>
        <w:rPr>
          <w:rFonts w:hint="default"/>
          <w:b/>
          <w:bCs/>
          <w:sz w:val="48"/>
          <w:szCs w:val="48"/>
          <w:vertAlign w:val="baseline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ab/>
      </w:r>
    </w:p>
    <w:p>
      <w:pPr>
        <w:tabs>
          <w:tab w:val="left" w:pos="7687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234315</wp:posOffset>
                </wp:positionV>
                <wp:extent cx="0" cy="373380"/>
                <wp:effectExtent l="53975" t="0" r="60325" b="762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18.45pt;height:29.4pt;width:0pt;z-index:251683840;mso-width-relative:page;mso-height-relative:page;" filled="f" stroked="t" coordsize="21600,21600" o:gfxdata="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2lvv9YAAAAJAQAADwAAAAAAAAABACAAAAAi&#10;AAAAZHJzL2Rvd25yZXYueG1sUEsBAhQAFAAAAAgAh07iQFoJeNUMAgAA8gMAAA4AAAAAAAAAAQAg&#10;AAAAJQ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046" w:tblpY="313"/>
        <w:tblOverlap w:val="never"/>
        <w:tblW w:w="4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4515" w:type="dxa"/>
            <w:vAlign w:val="top"/>
          </w:tcPr>
          <w:p>
            <w:pPr>
              <w:tabs>
                <w:tab w:val="left" w:pos="6426"/>
              </w:tabs>
              <w:spacing w:line="240" w:lineRule="auto"/>
              <w:jc w:val="left"/>
              <w:rPr>
                <w:rFonts w:hint="default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区民政局对符合救助条件的10个工作日作出审批。</w:t>
            </w:r>
          </w:p>
        </w:tc>
      </w:tr>
    </w:tbl>
    <w:p>
      <w:pPr>
        <w:tabs>
          <w:tab w:val="left" w:pos="7687"/>
        </w:tabs>
        <w:jc w:val="left"/>
        <w:rPr>
          <w:rFonts w:hint="default"/>
          <w:b/>
          <w:bCs/>
          <w:sz w:val="48"/>
          <w:szCs w:val="48"/>
          <w:u w:val="single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>
      <w:pPr>
        <w:tabs>
          <w:tab w:val="left" w:pos="6426"/>
        </w:tabs>
        <w:jc w:val="left"/>
        <w:rPr>
          <w:rFonts w:hint="default"/>
          <w:b/>
          <w:bCs/>
          <w:sz w:val="48"/>
          <w:szCs w:val="4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WQ2MzI4NGEzYjYyMTY3YjA5ODgwYTEyZmNmNzIifQ=="/>
  </w:docVars>
  <w:rsids>
    <w:rsidRoot w:val="002549E2"/>
    <w:rsid w:val="002549E2"/>
    <w:rsid w:val="0131436A"/>
    <w:rsid w:val="0280254D"/>
    <w:rsid w:val="06B04839"/>
    <w:rsid w:val="0C18515F"/>
    <w:rsid w:val="11E6159F"/>
    <w:rsid w:val="123C2A45"/>
    <w:rsid w:val="125B7DA1"/>
    <w:rsid w:val="13D72A39"/>
    <w:rsid w:val="172C3FDB"/>
    <w:rsid w:val="178379A4"/>
    <w:rsid w:val="18CA5CC0"/>
    <w:rsid w:val="1C7E7373"/>
    <w:rsid w:val="1F7810BE"/>
    <w:rsid w:val="1FD9236B"/>
    <w:rsid w:val="1FF43D12"/>
    <w:rsid w:val="27F45B44"/>
    <w:rsid w:val="28CE2571"/>
    <w:rsid w:val="2A625D8D"/>
    <w:rsid w:val="2FD72EDE"/>
    <w:rsid w:val="3B7A4C6C"/>
    <w:rsid w:val="3D031F3F"/>
    <w:rsid w:val="41A55EFB"/>
    <w:rsid w:val="42154539"/>
    <w:rsid w:val="4793083F"/>
    <w:rsid w:val="47E80034"/>
    <w:rsid w:val="4A8617A0"/>
    <w:rsid w:val="4B4A6A41"/>
    <w:rsid w:val="4DA25EED"/>
    <w:rsid w:val="503D007F"/>
    <w:rsid w:val="554039FB"/>
    <w:rsid w:val="560C14A9"/>
    <w:rsid w:val="56FE6536"/>
    <w:rsid w:val="585B3428"/>
    <w:rsid w:val="5BB83958"/>
    <w:rsid w:val="621633C2"/>
    <w:rsid w:val="62ED1BD2"/>
    <w:rsid w:val="6B123BDE"/>
    <w:rsid w:val="6DFD16F9"/>
    <w:rsid w:val="700C3506"/>
    <w:rsid w:val="7D1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403</Characters>
  <Lines>0</Lines>
  <Paragraphs>0</Paragraphs>
  <TotalTime>66</TotalTime>
  <ScaleCrop>false</ScaleCrop>
  <LinksUpToDate>false</LinksUpToDate>
  <CharactersWithSpaces>443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2020-02-25T01:01:00Z</dcterms:created>
  <dc:creator>Administrator</dc:creator>
  <cp:lastModifiedBy>小恩麻麻</cp:lastModifiedBy>
  <cp:lastPrinted>2022-05-16T03:44:00Z</cp:lastPrinted>
  <dcterms:modified xsi:type="dcterms:W3CDTF">2022-05-17T02:48:18Z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B8EB7E3591EB4166831BC07A9F602735</vt:lpwstr>
  </property>
  <property fmtid="{D5CDD505-2E9C-101B-9397-08002B2CF9AE}" pid="4" name="commondata">
    <vt:lpwstr>eyJoZGlkIjoiODk0NDU1MDkxZGNlYzQyMDg1ZjJjYTdiZWVlOWMxZDMifQ==</vt:lpwstr>
  </property>
</Properties>
</file>