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A91E7">
      <w:pPr>
        <w:adjustRightInd w:val="0"/>
        <w:snapToGrid w:val="0"/>
        <w:spacing w:line="240" w:lineRule="auto"/>
        <w:jc w:val="left"/>
        <w:rPr>
          <w:rFonts w:hint="eastAsia" w:ascii="黑体" w:hAnsi="黑体" w:eastAsia="黑体" w:cs="黑体"/>
          <w:spacing w:val="-10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0"/>
          <w:szCs w:val="32"/>
          <w:lang w:val="en-US" w:eastAsia="zh-CN"/>
        </w:rPr>
        <w:t>附件</w:t>
      </w:r>
    </w:p>
    <w:p w14:paraId="7DE239CF">
      <w:pPr>
        <w:adjustRightInd w:val="0"/>
        <w:snapToGrid w:val="0"/>
        <w:spacing w:line="240" w:lineRule="auto"/>
        <w:jc w:val="left"/>
        <w:rPr>
          <w:rFonts w:hint="eastAsia" w:hAnsi="黑体" w:eastAsia="黑体"/>
          <w:spacing w:val="-10"/>
          <w:szCs w:val="32"/>
        </w:rPr>
      </w:pPr>
    </w:p>
    <w:p w14:paraId="74C6DD95">
      <w:pPr>
        <w:adjustRightInd w:val="0"/>
        <w:snapToGrid w:val="0"/>
        <w:spacing w:line="240" w:lineRule="auto"/>
        <w:jc w:val="left"/>
        <w:rPr>
          <w:rFonts w:eastAsia="方正小标宋简体"/>
          <w:spacing w:val="-10"/>
          <w:sz w:val="44"/>
          <w:szCs w:val="44"/>
        </w:rPr>
      </w:pPr>
      <w:r>
        <w:rPr>
          <w:rFonts w:hint="eastAsia" w:hAnsi="黑体" w:eastAsia="黑体"/>
          <w:spacing w:val="-10"/>
          <w:szCs w:val="32"/>
        </w:rPr>
        <w:t>编号：</w:t>
      </w:r>
      <w:r>
        <w:rPr>
          <w:rFonts w:eastAsia="黑体"/>
          <w:szCs w:val="32"/>
        </w:rPr>
        <w:t xml:space="preserve">                           </w:t>
      </w:r>
    </w:p>
    <w:p w14:paraId="6A4A230B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75DE7329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 w:val="44"/>
          <w:szCs w:val="44"/>
        </w:rPr>
      </w:pPr>
    </w:p>
    <w:p w14:paraId="315B3F37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高龄津贴申请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574FADE7">
      <w:pPr>
        <w:spacing w:line="660" w:lineRule="exact"/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 xml:space="preserve"> </w:t>
      </w:r>
    </w:p>
    <w:p w14:paraId="11352E6D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6987B020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50FFCB09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723FDB98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2F6C0196">
      <w:pPr>
        <w:adjustRightInd w:val="0"/>
        <w:snapToGrid w:val="0"/>
        <w:spacing w:before="435" w:beforeLines="100" w:line="540" w:lineRule="exact"/>
        <w:jc w:val="left"/>
        <w:rPr>
          <w:rFonts w:eastAsia="方正小标宋简体"/>
          <w:spacing w:val="-10"/>
          <w:szCs w:val="32"/>
        </w:rPr>
      </w:pPr>
    </w:p>
    <w:p w14:paraId="29A171CB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小标宋简体"/>
          <w:spacing w:val="-10"/>
          <w:szCs w:val="32"/>
        </w:rPr>
        <w:t xml:space="preserve"> </w:t>
      </w:r>
      <w:r>
        <w:rPr>
          <w:rFonts w:eastAsia="方正仿宋简体"/>
          <w:spacing w:val="-10"/>
          <w:szCs w:val="32"/>
        </w:rPr>
        <w:t xml:space="preserve">       　　　    发布日期：</w:t>
      </w:r>
      <w:r>
        <w:rPr>
          <w:rFonts w:hint="eastAsia" w:eastAsia="方正仿宋简体"/>
          <w:spacing w:val="-10"/>
          <w:szCs w:val="32"/>
          <w:lang w:val="en-US" w:eastAsia="zh-CN"/>
        </w:rPr>
        <w:t xml:space="preserve"> 2022 </w:t>
      </w:r>
      <w:r>
        <w:rPr>
          <w:rFonts w:eastAsia="方正仿宋简体"/>
          <w:spacing w:val="-10"/>
          <w:szCs w:val="32"/>
        </w:rPr>
        <w:t>年</w:t>
      </w:r>
      <w:r>
        <w:rPr>
          <w:rFonts w:hint="eastAsia" w:eastAsia="方正仿宋简体"/>
          <w:spacing w:val="-10"/>
          <w:szCs w:val="32"/>
          <w:lang w:val="en-US" w:eastAsia="zh-CN"/>
        </w:rPr>
        <w:t xml:space="preserve"> 6 </w:t>
      </w:r>
      <w:r>
        <w:rPr>
          <w:rFonts w:eastAsia="方正仿宋简体"/>
          <w:spacing w:val="-10"/>
          <w:szCs w:val="32"/>
        </w:rPr>
        <w:t>月</w:t>
      </w:r>
    </w:p>
    <w:p w14:paraId="3217088A">
      <w:pPr>
        <w:adjustRightInd w:val="0"/>
        <w:snapToGrid w:val="0"/>
        <w:spacing w:before="435" w:beforeLines="100" w:line="540" w:lineRule="exact"/>
        <w:jc w:val="left"/>
        <w:rPr>
          <w:rFonts w:eastAsia="方正仿宋简体"/>
          <w:spacing w:val="-10"/>
          <w:szCs w:val="32"/>
        </w:rPr>
      </w:pPr>
      <w:r>
        <w:rPr>
          <w:rFonts w:eastAsia="方正仿宋简体"/>
          <w:spacing w:val="-10"/>
          <w:szCs w:val="32"/>
        </w:rPr>
        <w:t xml:space="preserve">        　　　    实施日期：</w:t>
      </w:r>
      <w:r>
        <w:rPr>
          <w:rFonts w:hint="eastAsia" w:eastAsia="方正仿宋简体"/>
          <w:spacing w:val="-10"/>
          <w:szCs w:val="32"/>
          <w:lang w:val="en-US" w:eastAsia="zh-CN"/>
        </w:rPr>
        <w:t xml:space="preserve">  2022 </w:t>
      </w:r>
      <w:r>
        <w:rPr>
          <w:rFonts w:eastAsia="方正仿宋简体"/>
          <w:spacing w:val="-10"/>
          <w:szCs w:val="32"/>
        </w:rPr>
        <w:t>年</w:t>
      </w:r>
      <w:r>
        <w:rPr>
          <w:rFonts w:hint="eastAsia" w:eastAsia="方正仿宋简体"/>
          <w:spacing w:val="-10"/>
          <w:szCs w:val="32"/>
          <w:lang w:val="en-US" w:eastAsia="zh-CN"/>
        </w:rPr>
        <w:t xml:space="preserve"> 6 </w:t>
      </w:r>
      <w:r>
        <w:rPr>
          <w:rFonts w:eastAsia="方正仿宋简体"/>
          <w:spacing w:val="-10"/>
          <w:szCs w:val="32"/>
        </w:rPr>
        <w:t>月</w:t>
      </w:r>
    </w:p>
    <w:p w14:paraId="7AE5CC7A">
      <w:pPr>
        <w:adjustRightInd w:val="0"/>
        <w:snapToGrid w:val="0"/>
        <w:spacing w:before="435" w:beforeLines="100" w:line="540" w:lineRule="exact"/>
        <w:jc w:val="left"/>
        <w:rPr>
          <w:rFonts w:hint="eastAsia" w:eastAsia="方正仿宋简体"/>
          <w:spacing w:val="-10"/>
          <w:szCs w:val="32"/>
          <w:lang w:eastAsia="zh-CN"/>
        </w:rPr>
      </w:pPr>
      <w:r>
        <w:rPr>
          <w:rFonts w:eastAsia="方正仿宋简体"/>
          <w:spacing w:val="-10"/>
          <w:szCs w:val="32"/>
        </w:rPr>
        <w:t xml:space="preserve">        　　　    发布机构：唐山市曹妃甸</w:t>
      </w:r>
      <w:r>
        <w:rPr>
          <w:rFonts w:hint="eastAsia" w:eastAsia="方正仿宋简体"/>
          <w:spacing w:val="-10"/>
          <w:szCs w:val="32"/>
          <w:lang w:eastAsia="zh-CN"/>
        </w:rPr>
        <w:t>民政局</w:t>
      </w:r>
    </w:p>
    <w:p w14:paraId="191F0A45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</w:p>
    <w:p w14:paraId="2BE3537C">
      <w:pPr>
        <w:adjustRightInd w:val="0"/>
        <w:snapToGrid w:val="0"/>
        <w:spacing w:before="435" w:beforeLines="100" w:line="540" w:lineRule="exact"/>
        <w:jc w:val="center"/>
        <w:rPr>
          <w:rFonts w:hint="eastAsia" w:eastAsia="方正小标宋简体"/>
          <w:spacing w:val="-10"/>
          <w:sz w:val="44"/>
          <w:szCs w:val="44"/>
        </w:rPr>
      </w:pPr>
    </w:p>
    <w:p w14:paraId="2D9CB3C6">
      <w:pPr>
        <w:adjustRightInd w:val="0"/>
        <w:snapToGrid w:val="0"/>
        <w:spacing w:before="435" w:beforeLines="100" w:line="540" w:lineRule="exact"/>
        <w:jc w:val="center"/>
        <w:rPr>
          <w:rFonts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高龄津贴申请</w:t>
      </w:r>
      <w:r>
        <w:rPr>
          <w:rFonts w:hint="eastAsia" w:eastAsia="方正小标宋简体"/>
          <w:spacing w:val="-10"/>
          <w:sz w:val="44"/>
          <w:szCs w:val="44"/>
        </w:rPr>
        <w:t>指南</w:t>
      </w:r>
    </w:p>
    <w:p w14:paraId="3F918CBF"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 w14:paraId="4292BA66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一、适用范围</w:t>
      </w:r>
    </w:p>
    <w:p w14:paraId="7B5D562B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具有曹妃甸户籍，</w:t>
      </w:r>
      <w:r>
        <w:rPr>
          <w:rFonts w:hint="eastAsia" w:eastAsia="方正仿宋简体"/>
          <w:sz w:val="24"/>
          <w:szCs w:val="24"/>
        </w:rPr>
        <w:t>且</w:t>
      </w:r>
      <w:r>
        <w:rPr>
          <w:rFonts w:hint="eastAsia" w:eastAsia="方正仿宋简体"/>
          <w:sz w:val="24"/>
          <w:szCs w:val="24"/>
          <w:lang w:val="en-US" w:eastAsia="zh-CN"/>
        </w:rPr>
        <w:t>年满80周岁高龄老人(以身份证为准)。</w:t>
      </w:r>
    </w:p>
    <w:p w14:paraId="4D64FF77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二、事项审查类型</w:t>
      </w:r>
    </w:p>
    <w:p w14:paraId="19F82579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前审后批。</w:t>
      </w:r>
    </w:p>
    <w:p w14:paraId="18489B61">
      <w:pPr>
        <w:spacing w:line="400" w:lineRule="exact"/>
        <w:ind w:firstLine="480" w:firstLineChars="200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三、受理机构</w:t>
      </w:r>
    </w:p>
    <w:p w14:paraId="6B4BD82C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</w:t>
      </w:r>
      <w:r>
        <w:rPr>
          <w:rFonts w:hint="eastAsia" w:eastAsia="方正仿宋简体"/>
          <w:sz w:val="24"/>
          <w:szCs w:val="24"/>
          <w:lang w:val="en-US" w:eastAsia="zh-CN"/>
        </w:rPr>
        <w:t>(</w:t>
      </w:r>
      <w:r>
        <w:rPr>
          <w:rFonts w:hint="eastAsia" w:eastAsia="方正仿宋简体"/>
          <w:sz w:val="24"/>
          <w:szCs w:val="24"/>
          <w:lang w:eastAsia="zh-CN"/>
        </w:rPr>
        <w:t>镇</w:t>
      </w:r>
      <w:r>
        <w:rPr>
          <w:rFonts w:hint="eastAsia" w:eastAsia="方正仿宋简体"/>
          <w:sz w:val="24"/>
          <w:szCs w:val="24"/>
          <w:lang w:val="en-US" w:eastAsia="zh-CN"/>
        </w:rPr>
        <w:t>)</w:t>
      </w:r>
      <w:r>
        <w:rPr>
          <w:rFonts w:hint="eastAsia" w:eastAsia="方正仿宋简体"/>
          <w:sz w:val="24"/>
          <w:szCs w:val="24"/>
          <w:lang w:eastAsia="zh-CN"/>
        </w:rPr>
        <w:t>、</w:t>
      </w:r>
      <w:r>
        <w:rPr>
          <w:rFonts w:hint="eastAsia" w:eastAsia="方正仿宋简体"/>
          <w:sz w:val="24"/>
          <w:szCs w:val="24"/>
          <w:lang w:val="en-US" w:eastAsia="zh-CN"/>
        </w:rPr>
        <w:t>街道办事处</w:t>
      </w:r>
    </w:p>
    <w:p w14:paraId="1A978C58">
      <w:pPr>
        <w:numPr>
          <w:ilvl w:val="0"/>
          <w:numId w:val="3"/>
        </w:num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决定机构</w:t>
      </w:r>
    </w:p>
    <w:p w14:paraId="746BCCA2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曹妃甸区</w:t>
      </w:r>
      <w:r>
        <w:rPr>
          <w:rFonts w:hint="eastAsia" w:eastAsia="方正仿宋简体"/>
          <w:sz w:val="24"/>
          <w:szCs w:val="24"/>
          <w:lang w:eastAsia="zh-CN"/>
        </w:rPr>
        <w:t>各场</w:t>
      </w:r>
      <w:r>
        <w:rPr>
          <w:rFonts w:hint="eastAsia" w:eastAsia="方正仿宋简体"/>
          <w:sz w:val="24"/>
          <w:szCs w:val="24"/>
          <w:lang w:val="en-US" w:eastAsia="zh-CN"/>
        </w:rPr>
        <w:t>(</w:t>
      </w:r>
      <w:r>
        <w:rPr>
          <w:rFonts w:hint="eastAsia" w:eastAsia="方正仿宋简体"/>
          <w:sz w:val="24"/>
          <w:szCs w:val="24"/>
          <w:lang w:eastAsia="zh-CN"/>
        </w:rPr>
        <w:t>镇</w:t>
      </w:r>
      <w:r>
        <w:rPr>
          <w:rFonts w:hint="eastAsia" w:eastAsia="方正仿宋简体"/>
          <w:sz w:val="24"/>
          <w:szCs w:val="24"/>
          <w:lang w:val="en-US" w:eastAsia="zh-CN"/>
        </w:rPr>
        <w:t>)</w:t>
      </w:r>
      <w:r>
        <w:rPr>
          <w:rFonts w:hint="eastAsia" w:eastAsia="方正仿宋简体"/>
          <w:sz w:val="24"/>
          <w:szCs w:val="24"/>
          <w:lang w:eastAsia="zh-CN"/>
        </w:rPr>
        <w:t>、</w:t>
      </w:r>
      <w:r>
        <w:rPr>
          <w:rFonts w:hint="eastAsia" w:eastAsia="方正仿宋简体"/>
          <w:sz w:val="24"/>
          <w:szCs w:val="24"/>
          <w:lang w:val="en-US" w:eastAsia="zh-CN"/>
        </w:rPr>
        <w:t>街道办事处</w:t>
      </w:r>
    </w:p>
    <w:p w14:paraId="4CB5464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五</w:t>
      </w:r>
      <w:r>
        <w:rPr>
          <w:rFonts w:ascii="黑体" w:hAnsi="黑体" w:eastAsia="黑体"/>
          <w:sz w:val="24"/>
          <w:szCs w:val="24"/>
        </w:rPr>
        <w:t>、数量限制</w:t>
      </w:r>
    </w:p>
    <w:p w14:paraId="25DA0C90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无数量限制。</w:t>
      </w:r>
    </w:p>
    <w:p w14:paraId="17361697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ascii="黑体" w:hAnsi="黑体" w:eastAsia="黑体"/>
          <w:sz w:val="24"/>
          <w:szCs w:val="24"/>
        </w:rPr>
        <w:t>、申请条件</w:t>
      </w:r>
    </w:p>
    <w:p w14:paraId="585839C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具有曹妃甸户籍，</w:t>
      </w:r>
      <w:r>
        <w:rPr>
          <w:rFonts w:hint="eastAsia" w:eastAsia="方正仿宋简体"/>
          <w:sz w:val="24"/>
          <w:szCs w:val="24"/>
        </w:rPr>
        <w:t>且</w:t>
      </w:r>
      <w:r>
        <w:rPr>
          <w:rFonts w:hint="eastAsia" w:eastAsia="方正仿宋简体"/>
          <w:sz w:val="24"/>
          <w:szCs w:val="24"/>
          <w:lang w:val="en-US" w:eastAsia="zh-CN"/>
        </w:rPr>
        <w:t>年满80周岁高龄老人(以身份证为准)。</w:t>
      </w:r>
    </w:p>
    <w:p w14:paraId="52FA3FE2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七</w:t>
      </w:r>
      <w:r>
        <w:rPr>
          <w:rFonts w:ascii="黑体" w:hAnsi="黑体" w:eastAsia="黑体"/>
          <w:sz w:val="24"/>
          <w:szCs w:val="24"/>
        </w:rPr>
        <w:t>、申请材料目录</w:t>
      </w:r>
    </w:p>
    <w:tbl>
      <w:tblPr>
        <w:tblStyle w:val="8"/>
        <w:tblW w:w="8667" w:type="dxa"/>
        <w:tblInd w:w="1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359"/>
        <w:gridCol w:w="1624"/>
        <w:gridCol w:w="1000"/>
        <w:gridCol w:w="1817"/>
      </w:tblGrid>
      <w:tr w14:paraId="7E182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5D3E9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序号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62DD9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提交材料名称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E0068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原件/复印件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A7E89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份数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31D23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备注</w:t>
            </w:r>
          </w:p>
        </w:tc>
      </w:tr>
      <w:tr w14:paraId="14CD5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90A99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1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C7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方正仿宋简体" w:hAnsi="方正仿宋简体" w:eastAsia="仿宋" w:cs="方正仿宋简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简体" w:hAnsi="方正仿宋简体" w:eastAsia="仿宋" w:cs="方正仿宋简体"/>
                <w:color w:val="auto"/>
                <w:kern w:val="2"/>
                <w:sz w:val="28"/>
                <w:szCs w:val="28"/>
                <w:lang w:val="en-US" w:eastAsia="zh-CN" w:bidi="ar-SA"/>
              </w:rPr>
              <w:t>曹妃甸区高龄老人津贴申请表</w:t>
            </w:r>
          </w:p>
          <w:p w14:paraId="1D4EE9DD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C0EED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原件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CA13A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53212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  <w:tr w14:paraId="400A7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7F4EB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2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C36A9">
            <w:pPr>
              <w:spacing w:line="400" w:lineRule="exact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近期二寸免冠照片2张，二代身份证、户口本（含集体户）原件及2份复印件（无二代身份证的需出具当地派出所户籍证明），以及本人在指定银行开设的存折、卡号复印件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07869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原件、</w:t>
            </w: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复印件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BB7AB">
            <w:pPr>
              <w:spacing w:line="400" w:lineRule="exact"/>
              <w:jc w:val="center"/>
              <w:rPr>
                <w:rFonts w:hint="eastAsia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2B7B7">
            <w:pPr>
              <w:spacing w:line="400" w:lineRule="exact"/>
              <w:rPr>
                <w:rFonts w:eastAsia="方正仿宋简体"/>
                <w:sz w:val="24"/>
                <w:szCs w:val="24"/>
              </w:rPr>
            </w:pPr>
          </w:p>
        </w:tc>
      </w:tr>
    </w:tbl>
    <w:p w14:paraId="72327C41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八</w:t>
      </w:r>
      <w:r>
        <w:rPr>
          <w:rFonts w:ascii="黑体" w:hAnsi="黑体" w:eastAsia="黑体"/>
          <w:sz w:val="24"/>
          <w:szCs w:val="24"/>
        </w:rPr>
        <w:t>、办理基本流程</w:t>
      </w:r>
    </w:p>
    <w:p w14:paraId="62D8DFFB">
      <w:pPr>
        <w:spacing w:line="400" w:lineRule="exac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　</w:t>
      </w:r>
      <w:r>
        <w:rPr>
          <w:rFonts w:hint="eastAsia" w:eastAsia="方正仿宋简体"/>
          <w:sz w:val="24"/>
          <w:szCs w:val="24"/>
          <w:lang w:val="en-US" w:eastAsia="zh-CN"/>
        </w:rPr>
        <w:t xml:space="preserve">  </w:t>
      </w:r>
      <w:r>
        <w:rPr>
          <w:rFonts w:hint="eastAsia" w:eastAsia="方正仿宋简体"/>
          <w:sz w:val="24"/>
          <w:szCs w:val="24"/>
          <w:lang w:eastAsia="zh-CN"/>
        </w:rPr>
        <w:t>（</w:t>
      </w:r>
      <w:r>
        <w:rPr>
          <w:rFonts w:hint="eastAsia" w:eastAsia="方正仿宋简体"/>
          <w:sz w:val="24"/>
          <w:szCs w:val="24"/>
          <w:lang w:val="en-US" w:eastAsia="zh-CN"/>
        </w:rPr>
        <w:t>一）申请。符合条件人员近期二寸免冠照片2张，二代身份证、户口本（含集体户）原件及2份复印件（无二代身份证的需出具当地派出所户籍证明），以及本人在指定银行开设的存折、卡号复印件,向户籍所在地村（居）委会提出申请并办理登记手续，同时填写《曹妃甸区高龄老人津贴申请表》。</w:t>
      </w:r>
    </w:p>
    <w:p w14:paraId="4735BC72">
      <w:pPr>
        <w:spacing w:line="400" w:lineRule="exac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    </w:t>
      </w:r>
      <w:r>
        <w:rPr>
          <w:rFonts w:hint="eastAsia" w:eastAsia="方正仿宋简体"/>
          <w:sz w:val="24"/>
          <w:szCs w:val="24"/>
          <w:lang w:eastAsia="zh-CN"/>
        </w:rPr>
        <w:t>（二）初审。</w:t>
      </w:r>
      <w:r>
        <w:rPr>
          <w:rFonts w:hint="eastAsia" w:eastAsia="方正仿宋简体"/>
          <w:sz w:val="24"/>
          <w:szCs w:val="24"/>
          <w:lang w:val="en-US" w:eastAsia="zh-CN"/>
        </w:rPr>
        <w:t>对相关人员的申报材料，由村(居)委会初审， 村(居)委会接到申请后，要入户调查核实，并采取适当形式公示7日，对符合条件的签署初审意见，加盖公章，并将申请材料报所在场镇(街道办)民政部门审核，不符合条件的，应及时通知申请人并说明原因。</w:t>
      </w:r>
    </w:p>
    <w:p w14:paraId="108A01F6">
      <w:pPr>
        <w:spacing w:line="400" w:lineRule="exac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　　 （三）审核审批。各场镇(街道办)民政部门对各村(居)委会上报的材料进行核实，对申请人提供的材料进行复核。对符合条件的，做好登记、录入信息并签署审核意见，加盖场镇（街道办）民政部门公章，及时纳入高龄津贴发放范围。对不符合条件的，应书面通知本人并说明理由。场镇(街道办)汇总制表报民政局。</w:t>
      </w:r>
    </w:p>
    <w:p w14:paraId="491CAB2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（四）发放。区民政局将高龄津贴发放表汇总后报区财政局，实行社会化发放。</w:t>
      </w:r>
    </w:p>
    <w:p w14:paraId="5CC9A1CF">
      <w:pPr>
        <w:spacing w:line="40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十、收费依据及标准</w:t>
      </w:r>
    </w:p>
    <w:p w14:paraId="6065C72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eastAsia="zh-CN"/>
        </w:rPr>
      </w:pPr>
      <w:r>
        <w:rPr>
          <w:rFonts w:hint="eastAsia" w:eastAsia="方正仿宋简体"/>
          <w:sz w:val="24"/>
          <w:szCs w:val="24"/>
          <w:lang w:eastAsia="zh-CN"/>
        </w:rPr>
        <w:t>不收费</w:t>
      </w:r>
    </w:p>
    <w:p w14:paraId="7FBBCF9A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eastAsia="zh-CN"/>
        </w:rPr>
        <w:t>一</w:t>
      </w:r>
      <w:r>
        <w:rPr>
          <w:rFonts w:ascii="黑体" w:hAnsi="黑体" w:eastAsia="黑体"/>
          <w:sz w:val="24"/>
          <w:szCs w:val="24"/>
        </w:rPr>
        <w:t>、咨询途径</w:t>
      </w:r>
    </w:p>
    <w:p w14:paraId="08CFBF71">
      <w:pPr>
        <w:spacing w:line="400" w:lineRule="exact"/>
        <w:ind w:firstLine="480" w:firstLineChars="200"/>
        <w:rPr>
          <w:rFonts w:hint="eastAsia" w:ascii="Times New Roman" w:hAnsi="Times New Roman" w:eastAsia="方正仿宋简体" w:cs="Times New Roman"/>
          <w:sz w:val="24"/>
          <w:szCs w:val="24"/>
          <w:lang w:eastAsia="zh-CN"/>
        </w:rPr>
      </w:pPr>
      <w:r>
        <w:rPr>
          <w:rFonts w:eastAsia="方正仿宋简体"/>
          <w:sz w:val="24"/>
          <w:szCs w:val="24"/>
        </w:rPr>
        <w:t>（一）咨询部门</w:t>
      </w:r>
      <w:r>
        <w:rPr>
          <w:rFonts w:ascii="Times New Roman" w:hAnsi="Times New Roman" w:eastAsia="方正仿宋简体" w:cs="Times New Roman"/>
          <w:sz w:val="24"/>
          <w:szCs w:val="24"/>
        </w:rPr>
        <w:t>：唐山市曹妃甸区</w:t>
      </w:r>
      <w:r>
        <w:rPr>
          <w:rFonts w:hint="eastAsia" w:eastAsia="方正仿宋简体" w:cs="Times New Roman"/>
          <w:sz w:val="24"/>
          <w:szCs w:val="24"/>
          <w:lang w:eastAsia="zh-CN"/>
        </w:rPr>
        <w:t>民政局</w:t>
      </w:r>
    </w:p>
    <w:p w14:paraId="325447E1">
      <w:p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（二）电话咨询：（0315）</w:t>
      </w:r>
      <w:r>
        <w:rPr>
          <w:rFonts w:hint="eastAsia" w:eastAsia="方正仿宋简体"/>
          <w:sz w:val="24"/>
          <w:szCs w:val="24"/>
          <w:lang w:val="en-US" w:eastAsia="zh-CN"/>
        </w:rPr>
        <w:t>7332359</w:t>
      </w:r>
    </w:p>
    <w:p w14:paraId="40970A2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十</w:t>
      </w:r>
      <w:r>
        <w:rPr>
          <w:rFonts w:hint="eastAsia" w:ascii="黑体" w:hAnsi="黑体" w:eastAsia="黑体"/>
          <w:sz w:val="24"/>
          <w:szCs w:val="24"/>
          <w:lang w:eastAsia="zh-CN"/>
        </w:rPr>
        <w:t>三</w:t>
      </w:r>
      <w:r>
        <w:rPr>
          <w:rFonts w:ascii="黑体" w:hAnsi="黑体" w:eastAsia="黑体"/>
          <w:sz w:val="24"/>
          <w:szCs w:val="24"/>
        </w:rPr>
        <w:t>、办公地址和时间</w:t>
      </w:r>
    </w:p>
    <w:p w14:paraId="7EC99F01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（一）办公地址：</w:t>
      </w:r>
    </w:p>
    <w:p w14:paraId="2125B6A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唐山市曹妃甸区唐海镇</w:t>
      </w:r>
      <w:r>
        <w:rPr>
          <w:rFonts w:hint="eastAsia" w:eastAsia="方正仿宋简体"/>
          <w:sz w:val="24"/>
          <w:szCs w:val="24"/>
          <w:lang w:eastAsia="zh-CN"/>
        </w:rPr>
        <w:t>垦丰大街</w:t>
      </w:r>
      <w:r>
        <w:rPr>
          <w:rFonts w:hint="eastAsia" w:eastAsia="方正仿宋简体"/>
          <w:sz w:val="24"/>
          <w:szCs w:val="24"/>
          <w:lang w:val="en-US" w:eastAsia="zh-CN"/>
        </w:rPr>
        <w:t>61号二楼206房间</w:t>
      </w:r>
    </w:p>
    <w:p w14:paraId="1EBBBF1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一农场：一农场便民服务中心大厅 社会事务窗口 </w:t>
      </w:r>
    </w:p>
    <w:p w14:paraId="50D32B6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唐海镇（垦丰街道）：唐海镇滨海大街181号103房间 </w:t>
      </w:r>
    </w:p>
    <w:p w14:paraId="7B346E2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三农场：三农场便民服务中心大厅 社会事务窗口 </w:t>
      </w:r>
    </w:p>
    <w:p w14:paraId="64C63E79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四农场：曹妃甸区第四农场为民服务中心社会事务服务窗口 </w:t>
      </w:r>
    </w:p>
    <w:p w14:paraId="6EBC8CB5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五农场：五农场场部办公楼一楼105号 </w:t>
      </w:r>
    </w:p>
    <w:p w14:paraId="50EC3F3D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六农场：六农场便民服务中心大厅 民事代办窗口 </w:t>
      </w:r>
    </w:p>
    <w:p w14:paraId="12409A9F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七农场：七农场场部办公楼一楼105</w:t>
      </w:r>
    </w:p>
    <w:p w14:paraId="5A7DA2A1">
      <w:pPr>
        <w:spacing w:line="400" w:lineRule="exact"/>
        <w:ind w:firstLine="480" w:firstLineChars="200"/>
        <w:jc w:val="left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八农场：八农场场部办公楼三楼民政办</w:t>
      </w:r>
    </w:p>
    <w:p w14:paraId="63CACEE9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九农场：九农场机关办公楼西大厅社会事务窗口</w:t>
      </w:r>
    </w:p>
    <w:p w14:paraId="6EDD5E91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十农场：十农场便民服务中心大厅 社会事务窗口 </w:t>
      </w:r>
    </w:p>
    <w:p w14:paraId="046CA0D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十一农场：十一农场便民服务中心大厅社会事务窗口</w:t>
      </w:r>
    </w:p>
    <w:p w14:paraId="4255E463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 xml:space="preserve">十里海：十里海办公楼119号 </w:t>
      </w:r>
    </w:p>
    <w:p w14:paraId="22D13D9E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柳赞镇：曹妃甸区柳赞镇人民政府行政综合服务中心综合窗口3</w:t>
      </w:r>
    </w:p>
    <w:p w14:paraId="5706358B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中山路：中山路街道办事处</w:t>
      </w:r>
    </w:p>
    <w:p w14:paraId="376DEED1">
      <w:pPr>
        <w:numPr>
          <w:ilvl w:val="0"/>
          <w:numId w:val="4"/>
        </w:num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办公时间：</w:t>
      </w:r>
    </w:p>
    <w:p w14:paraId="3B4625D5"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eastAsia="方正仿宋简体"/>
          <w:sz w:val="24"/>
          <w:szCs w:val="24"/>
          <w:lang w:val="en-US" w:eastAsia="zh-CN"/>
        </w:rPr>
      </w:pPr>
      <w:r>
        <w:rPr>
          <w:rFonts w:eastAsia="方正仿宋简体"/>
          <w:sz w:val="24"/>
          <w:szCs w:val="24"/>
        </w:rPr>
        <w:t>周一至周五（法定节假日除外），</w:t>
      </w:r>
      <w:r>
        <w:rPr>
          <w:rFonts w:hint="eastAsia" w:eastAsia="方正仿宋简体"/>
          <w:sz w:val="24"/>
          <w:szCs w:val="24"/>
          <w:lang w:val="en-US" w:eastAsia="zh-CN"/>
        </w:rPr>
        <w:t>上午8:30—12：00，下午2:30—5:30（夏季时间）1:30-5</w:t>
      </w:r>
      <w:bookmarkStart w:id="0" w:name="_GoBack"/>
      <w:bookmarkEnd w:id="0"/>
      <w:r>
        <w:rPr>
          <w:rFonts w:hint="eastAsia" w:eastAsia="方正仿宋简体"/>
          <w:sz w:val="24"/>
          <w:szCs w:val="24"/>
          <w:lang w:val="en-US" w:eastAsia="zh-CN"/>
        </w:rPr>
        <w:t>：30（冬季时间）</w:t>
      </w:r>
    </w:p>
    <w:p w14:paraId="3EFC51CE">
      <w:pPr>
        <w:widowControl/>
        <w:jc w:val="left"/>
        <w:rPr>
          <w:rFonts w:eastAsia="黑体"/>
        </w:rPr>
      </w:pPr>
      <w:r>
        <w:rPr>
          <w:rFonts w:eastAsia="黑体"/>
          <w:szCs w:val="32"/>
        </w:rPr>
        <w:br w:type="page"/>
      </w:r>
    </w:p>
    <w:p w14:paraId="577A8315">
      <w:pPr>
        <w:ind w:right="-233" w:rightChars="-73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曹妃甸区高龄老人津贴申请表</w:t>
      </w:r>
    </w:p>
    <w:tbl>
      <w:tblPr>
        <w:tblStyle w:val="9"/>
        <w:tblW w:w="973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724"/>
        <w:gridCol w:w="721"/>
        <w:gridCol w:w="902"/>
        <w:gridCol w:w="901"/>
        <w:gridCol w:w="177"/>
        <w:gridCol w:w="1626"/>
        <w:gridCol w:w="360"/>
        <w:gridCol w:w="1695"/>
        <w:gridCol w:w="1623"/>
      </w:tblGrid>
      <w:tr w14:paraId="5996C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07" w:type="dxa"/>
            <w:noWrap w:val="0"/>
            <w:vAlign w:val="top"/>
          </w:tcPr>
          <w:p w14:paraId="3CEEAEA1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1445" w:type="dxa"/>
            <w:gridSpan w:val="2"/>
            <w:noWrap w:val="0"/>
            <w:vAlign w:val="top"/>
          </w:tcPr>
          <w:p w14:paraId="099933B1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902" w:type="dxa"/>
            <w:noWrap w:val="0"/>
            <w:vAlign w:val="top"/>
          </w:tcPr>
          <w:p w14:paraId="678BDC37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901" w:type="dxa"/>
            <w:noWrap w:val="0"/>
            <w:vAlign w:val="top"/>
          </w:tcPr>
          <w:p w14:paraId="0B353C9E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63" w:type="dxa"/>
            <w:gridSpan w:val="3"/>
            <w:noWrap w:val="0"/>
            <w:vAlign w:val="top"/>
          </w:tcPr>
          <w:p w14:paraId="0429D618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出生年月</w:t>
            </w:r>
          </w:p>
        </w:tc>
        <w:tc>
          <w:tcPr>
            <w:tcW w:w="1695" w:type="dxa"/>
            <w:noWrap w:val="0"/>
            <w:vAlign w:val="top"/>
          </w:tcPr>
          <w:p w14:paraId="02497B45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623" w:type="dxa"/>
            <w:vMerge w:val="restart"/>
            <w:noWrap w:val="0"/>
            <w:vAlign w:val="top"/>
          </w:tcPr>
          <w:p w14:paraId="75FA91C9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  <w:p w14:paraId="7E2AB994">
            <w:pPr>
              <w:ind w:right="-233" w:rightChars="-73" w:firstLine="320" w:firstLineChars="1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照片</w:t>
            </w:r>
          </w:p>
        </w:tc>
      </w:tr>
      <w:tr w14:paraId="0B1ED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31" w:type="dxa"/>
            <w:gridSpan w:val="2"/>
            <w:noWrap w:val="0"/>
            <w:vAlign w:val="top"/>
          </w:tcPr>
          <w:p w14:paraId="0A9DE073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身份证号</w:t>
            </w:r>
          </w:p>
        </w:tc>
        <w:tc>
          <w:tcPr>
            <w:tcW w:w="6382" w:type="dxa"/>
            <w:gridSpan w:val="7"/>
            <w:noWrap w:val="0"/>
            <w:vAlign w:val="top"/>
          </w:tcPr>
          <w:p w14:paraId="4A06BB84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 w14:paraId="40310AE5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  <w:tr w14:paraId="22F2C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31" w:type="dxa"/>
            <w:gridSpan w:val="2"/>
            <w:noWrap w:val="0"/>
            <w:vAlign w:val="top"/>
          </w:tcPr>
          <w:p w14:paraId="3D9CE5B5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联系电话</w:t>
            </w:r>
          </w:p>
        </w:tc>
        <w:tc>
          <w:tcPr>
            <w:tcW w:w="6382" w:type="dxa"/>
            <w:gridSpan w:val="7"/>
            <w:noWrap w:val="0"/>
            <w:vAlign w:val="top"/>
          </w:tcPr>
          <w:p w14:paraId="6CC80EA8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 w14:paraId="1E6162A2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  <w:tr w14:paraId="2198F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31" w:type="dxa"/>
            <w:gridSpan w:val="2"/>
            <w:noWrap w:val="0"/>
            <w:vAlign w:val="top"/>
          </w:tcPr>
          <w:p w14:paraId="34FF40AF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户口所在地</w:t>
            </w:r>
          </w:p>
        </w:tc>
        <w:tc>
          <w:tcPr>
            <w:tcW w:w="8005" w:type="dxa"/>
            <w:gridSpan w:val="8"/>
            <w:noWrap w:val="0"/>
            <w:vAlign w:val="top"/>
          </w:tcPr>
          <w:p w14:paraId="2E467DDD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  <w:tr w14:paraId="644EB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31" w:type="dxa"/>
            <w:gridSpan w:val="2"/>
            <w:noWrap w:val="0"/>
            <w:vAlign w:val="top"/>
          </w:tcPr>
          <w:p w14:paraId="06A3F3B4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实际居住地</w:t>
            </w:r>
          </w:p>
        </w:tc>
        <w:tc>
          <w:tcPr>
            <w:tcW w:w="8005" w:type="dxa"/>
            <w:gridSpan w:val="8"/>
            <w:noWrap w:val="0"/>
            <w:vAlign w:val="top"/>
          </w:tcPr>
          <w:p w14:paraId="3E8DC6E0">
            <w:pPr>
              <w:ind w:right="-233" w:rightChars="-7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  <w:tr w14:paraId="13E8B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31" w:type="dxa"/>
            <w:gridSpan w:val="2"/>
            <w:noWrap w:val="0"/>
            <w:vAlign w:val="top"/>
          </w:tcPr>
          <w:p w14:paraId="430D901E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居住地电话</w:t>
            </w:r>
          </w:p>
        </w:tc>
        <w:tc>
          <w:tcPr>
            <w:tcW w:w="1623" w:type="dxa"/>
            <w:gridSpan w:val="2"/>
            <w:noWrap w:val="0"/>
            <w:vAlign w:val="top"/>
          </w:tcPr>
          <w:p w14:paraId="5D565BA6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704" w:type="dxa"/>
            <w:gridSpan w:val="3"/>
            <w:noWrap w:val="0"/>
            <w:vAlign w:val="top"/>
          </w:tcPr>
          <w:p w14:paraId="6512CFF5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代理人联系电话</w:t>
            </w:r>
          </w:p>
        </w:tc>
        <w:tc>
          <w:tcPr>
            <w:tcW w:w="3678" w:type="dxa"/>
            <w:gridSpan w:val="3"/>
            <w:noWrap w:val="0"/>
            <w:vAlign w:val="top"/>
          </w:tcPr>
          <w:p w14:paraId="4550D44C">
            <w:pPr>
              <w:ind w:left="108" w:leftChars="34"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717CA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31" w:type="dxa"/>
            <w:gridSpan w:val="2"/>
            <w:noWrap w:val="0"/>
            <w:vAlign w:val="top"/>
          </w:tcPr>
          <w:p w14:paraId="5C8D2A58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代理人姓名</w:t>
            </w:r>
          </w:p>
        </w:tc>
        <w:tc>
          <w:tcPr>
            <w:tcW w:w="1623" w:type="dxa"/>
            <w:gridSpan w:val="2"/>
            <w:noWrap w:val="0"/>
            <w:vAlign w:val="top"/>
          </w:tcPr>
          <w:p w14:paraId="749260F9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704" w:type="dxa"/>
            <w:gridSpan w:val="3"/>
            <w:noWrap w:val="0"/>
            <w:vAlign w:val="top"/>
          </w:tcPr>
          <w:p w14:paraId="7BA9D01B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代理人与老人关系</w:t>
            </w:r>
          </w:p>
        </w:tc>
        <w:tc>
          <w:tcPr>
            <w:tcW w:w="3678" w:type="dxa"/>
            <w:gridSpan w:val="3"/>
            <w:noWrap w:val="0"/>
            <w:vAlign w:val="top"/>
          </w:tcPr>
          <w:p w14:paraId="69352479">
            <w:pPr>
              <w:ind w:right="-233" w:rightChars="-73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498DC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atLeast"/>
        </w:trPr>
        <w:tc>
          <w:tcPr>
            <w:tcW w:w="4432" w:type="dxa"/>
            <w:gridSpan w:val="6"/>
            <w:noWrap w:val="0"/>
            <w:vAlign w:val="top"/>
          </w:tcPr>
          <w:p w14:paraId="64B30881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申请人或代理人签字：</w:t>
            </w:r>
          </w:p>
          <w:p w14:paraId="695141D2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1FFB964E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</w:t>
            </w:r>
          </w:p>
          <w:p w14:paraId="6B93A37F">
            <w:pPr>
              <w:ind w:right="-233" w:rightChars="-73" w:firstLine="2080" w:firstLineChars="650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26900078">
            <w:pPr>
              <w:ind w:right="-233" w:rightChars="-73" w:firstLine="2080" w:firstLineChars="65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年   月   日</w:t>
            </w:r>
          </w:p>
        </w:tc>
        <w:tc>
          <w:tcPr>
            <w:tcW w:w="5304" w:type="dxa"/>
            <w:gridSpan w:val="4"/>
            <w:noWrap w:val="0"/>
            <w:vAlign w:val="top"/>
          </w:tcPr>
          <w:p w14:paraId="46B05A0D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村（居）委会意见：</w:t>
            </w:r>
          </w:p>
          <w:p w14:paraId="07F6E4E2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7D7A4912">
            <w:pPr>
              <w:ind w:right="-233" w:rightChars="-73" w:firstLine="2064" w:firstLineChars="645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599E378F">
            <w:pPr>
              <w:ind w:right="-233" w:rightChars="-73" w:firstLine="2064" w:firstLineChars="645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经办人签字：</w:t>
            </w:r>
          </w:p>
          <w:p w14:paraId="1E096E62">
            <w:pPr>
              <w:ind w:right="-233" w:rightChars="-73" w:firstLine="2064" w:firstLineChars="645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单位盖章：</w:t>
            </w:r>
          </w:p>
          <w:p w14:paraId="4A6294A7">
            <w:pPr>
              <w:ind w:right="-233" w:rightChars="-73" w:firstLine="2544" w:firstLineChars="795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年   月   日</w:t>
            </w:r>
          </w:p>
        </w:tc>
      </w:tr>
      <w:tr w14:paraId="0C1E9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9736" w:type="dxa"/>
            <w:gridSpan w:val="10"/>
            <w:noWrap w:val="0"/>
            <w:vAlign w:val="top"/>
          </w:tcPr>
          <w:p w14:paraId="0B1C3277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场镇（</w:t>
            </w:r>
            <w:r>
              <w:rPr>
                <w:rFonts w:hint="eastAsia" w:ascii="仿宋_GB2312" w:eastAsia="仿宋_GB2312"/>
                <w:sz w:val="32"/>
                <w:szCs w:val="32"/>
              </w:rPr>
              <w:t>街道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办）意见</w:t>
            </w:r>
            <w:r>
              <w:rPr>
                <w:rFonts w:hint="eastAsia" w:ascii="仿宋_GB2312" w:hAnsi="宋体"/>
                <w:sz w:val="32"/>
                <w:szCs w:val="32"/>
                <w:lang w:eastAsia="zh-CN"/>
              </w:rPr>
              <w:t>：</w:t>
            </w:r>
          </w:p>
          <w:p w14:paraId="66BCDFA1">
            <w:pPr>
              <w:ind w:right="-233" w:rightChars="-7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16E302B8">
            <w:pPr>
              <w:ind w:right="-233" w:rightChars="-73" w:firstLine="944" w:firstLineChars="295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53B76075">
            <w:pPr>
              <w:ind w:right="-233" w:rightChars="-73" w:firstLine="960" w:firstLineChars="300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 w14:paraId="7670A9B6">
            <w:pPr>
              <w:ind w:right="-233" w:rightChars="-73" w:firstLine="5440" w:firstLineChars="17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经办人签字：</w:t>
            </w:r>
          </w:p>
          <w:p w14:paraId="404B55BC">
            <w:pPr>
              <w:ind w:right="-233" w:rightChars="-73" w:firstLine="5440" w:firstLineChars="17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单位盖章：</w:t>
            </w:r>
          </w:p>
          <w:p w14:paraId="716993C7">
            <w:pPr>
              <w:ind w:right="-233" w:rightChars="-73"/>
              <w:jc w:val="center"/>
              <w:rPr>
                <w:rFonts w:hint="eastAsia" w:ascii="宋体" w:hAnsi="宋体"/>
                <w:b/>
                <w:sz w:val="32"/>
                <w:szCs w:val="32"/>
              </w:rPr>
            </w:pPr>
            <w:r>
              <w:rPr>
                <w:rFonts w:hint="eastAsia" w:ascii="仿宋_GB2312" w:hAnsi="宋体"/>
                <w:sz w:val="32"/>
                <w:szCs w:val="32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年   月   日</w:t>
            </w:r>
          </w:p>
        </w:tc>
      </w:tr>
    </w:tbl>
    <w:p w14:paraId="293D06E5">
      <w:pPr>
        <w:widowControl/>
        <w:jc w:val="left"/>
        <w:rPr>
          <w:rFonts w:hint="eastAsia" w:ascii="Calibri" w:hAnsi="Calibri" w:eastAsia="宋体"/>
          <w:sz w:val="21"/>
        </w:rPr>
      </w:pPr>
    </w:p>
    <w:sectPr>
      <w:pgSz w:w="11906" w:h="16838"/>
      <w:pgMar w:top="851" w:right="1797" w:bottom="567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39379A"/>
    <w:multiLevelType w:val="singleLevel"/>
    <w:tmpl w:val="E339379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>
    <w:nsid w:val="7944E4D9"/>
    <w:multiLevelType w:val="singleLevel"/>
    <w:tmpl w:val="7944E4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mZTFlMTcxZGY2MGZkNWJlZDEzZWJjN2U4MDg4YmMifQ=="/>
  </w:docVars>
  <w:rsids>
    <w:rsidRoot w:val="00B676E7"/>
    <w:rsid w:val="00001B34"/>
    <w:rsid w:val="00016017"/>
    <w:rsid w:val="00031452"/>
    <w:rsid w:val="001E7BCF"/>
    <w:rsid w:val="002F3B1D"/>
    <w:rsid w:val="003262AF"/>
    <w:rsid w:val="00337AD1"/>
    <w:rsid w:val="003A189D"/>
    <w:rsid w:val="00402729"/>
    <w:rsid w:val="005135E2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1E757DC"/>
    <w:rsid w:val="02FC7FD7"/>
    <w:rsid w:val="039F12A1"/>
    <w:rsid w:val="084C5021"/>
    <w:rsid w:val="08562A8A"/>
    <w:rsid w:val="08FA093D"/>
    <w:rsid w:val="0AAC5528"/>
    <w:rsid w:val="0BD50EE8"/>
    <w:rsid w:val="0CCC4D4F"/>
    <w:rsid w:val="0EE51D71"/>
    <w:rsid w:val="10D316C5"/>
    <w:rsid w:val="12772BFD"/>
    <w:rsid w:val="16BB0543"/>
    <w:rsid w:val="17642600"/>
    <w:rsid w:val="179B7AC8"/>
    <w:rsid w:val="17F5518E"/>
    <w:rsid w:val="1A470337"/>
    <w:rsid w:val="1AAD662C"/>
    <w:rsid w:val="1C7D71D4"/>
    <w:rsid w:val="1CDB0E19"/>
    <w:rsid w:val="1D1B0167"/>
    <w:rsid w:val="1D6300C7"/>
    <w:rsid w:val="1F5A39A9"/>
    <w:rsid w:val="201D12D6"/>
    <w:rsid w:val="20520A05"/>
    <w:rsid w:val="232370DC"/>
    <w:rsid w:val="23891958"/>
    <w:rsid w:val="25FB35C4"/>
    <w:rsid w:val="25FF2205"/>
    <w:rsid w:val="277406DB"/>
    <w:rsid w:val="29591D17"/>
    <w:rsid w:val="29CC154E"/>
    <w:rsid w:val="2D8A0440"/>
    <w:rsid w:val="2FEA525F"/>
    <w:rsid w:val="30D95787"/>
    <w:rsid w:val="3313792B"/>
    <w:rsid w:val="36B26103"/>
    <w:rsid w:val="38517699"/>
    <w:rsid w:val="399D6DB9"/>
    <w:rsid w:val="3B73350E"/>
    <w:rsid w:val="3F270F7A"/>
    <w:rsid w:val="428B2AC8"/>
    <w:rsid w:val="42B94982"/>
    <w:rsid w:val="45CD6B08"/>
    <w:rsid w:val="45DE4F97"/>
    <w:rsid w:val="46A52930"/>
    <w:rsid w:val="48311776"/>
    <w:rsid w:val="4B322EA0"/>
    <w:rsid w:val="51F93A24"/>
    <w:rsid w:val="54F56DDD"/>
    <w:rsid w:val="559C0EAE"/>
    <w:rsid w:val="57D06AE0"/>
    <w:rsid w:val="591F77CF"/>
    <w:rsid w:val="5CCE798A"/>
    <w:rsid w:val="5EC07D09"/>
    <w:rsid w:val="5F743752"/>
    <w:rsid w:val="5FA54A8E"/>
    <w:rsid w:val="5FAF60D1"/>
    <w:rsid w:val="618E31CC"/>
    <w:rsid w:val="61F619D4"/>
    <w:rsid w:val="63932432"/>
    <w:rsid w:val="67011A83"/>
    <w:rsid w:val="67CA1C6F"/>
    <w:rsid w:val="697A5692"/>
    <w:rsid w:val="6A7155F2"/>
    <w:rsid w:val="6C6F2F72"/>
    <w:rsid w:val="6D78030B"/>
    <w:rsid w:val="6E6C06B6"/>
    <w:rsid w:val="6FF11403"/>
    <w:rsid w:val="73135593"/>
    <w:rsid w:val="74CE65C4"/>
    <w:rsid w:val="78B16FA8"/>
    <w:rsid w:val="79892D64"/>
    <w:rsid w:val="7B121C23"/>
    <w:rsid w:val="7D1D6D5C"/>
    <w:rsid w:val="7E4C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1189</Words>
  <Characters>1240</Characters>
  <Lines>31</Lines>
  <Paragraphs>8</Paragraphs>
  <TotalTime>3</TotalTime>
  <ScaleCrop>false</ScaleCrop>
  <LinksUpToDate>false</LinksUpToDate>
  <CharactersWithSpaces>1345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小恩麻麻</cp:lastModifiedBy>
  <cp:lastPrinted>2020-06-04T03:13:00Z</cp:lastPrinted>
  <dcterms:modified xsi:type="dcterms:W3CDTF">2025-03-18T08:48:27Z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C20184107F624C63B975E930500C45FD</vt:lpwstr>
  </property>
  <property fmtid="{D5CDD505-2E9C-101B-9397-08002B2CF9AE}" pid="4" name="KSOTemplateDocerSaveRecord">
    <vt:lpwstr>eyJoZGlkIjoiODZhMWQ2MzI4NGEzYjYyMTY3YjA5ODgwYTEyZmNmNzIiLCJ1c2VySWQiOiI3NDgyMTMzMjYifQ==</vt:lpwstr>
  </property>
</Properties>
</file>